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9769A10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>, door gebruik te maken van een muurbevestigingsset</w:t>
      </w:r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79146C25" w14:textId="73502DEA" w:rsidR="00D63F93" w:rsidRPr="00C541EA" w:rsidRDefault="00D63F93" w:rsidP="00D63F9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muurplaat, Rp ½", voor aansluiting van het urinoir op het spoelwater, kan boven of achter het urinoir worden geplaatst en dit in functie van de gekozen urinoirsturing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 xml:space="preserve">gelakt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3D1308BF" w:rsidR="00F97930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voorgemonteerd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05928E64" w14:textId="2680FB7F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>de muurplaat, Rp ½"</w:t>
      </w:r>
      <w:r w:rsidR="00D63F93" w:rsidRPr="00C541EA">
        <w:rPr>
          <w:rFonts w:ascii="Arial" w:hAnsi="Arial"/>
        </w:rPr>
        <w:t>,</w:t>
      </w:r>
      <w:r w:rsidRPr="00C541EA">
        <w:rPr>
          <w:rFonts w:ascii="Arial" w:hAnsi="Arial"/>
        </w:rPr>
        <w:t xml:space="preserve"> voor aansluiting van het urinoir op het spoelwater</w:t>
      </w:r>
      <w:r w:rsidR="00D63F93" w:rsidRPr="00C541EA">
        <w:rPr>
          <w:rFonts w:ascii="Arial" w:hAnsi="Arial"/>
        </w:rPr>
        <w:t>,</w:t>
      </w:r>
      <w:r w:rsidRPr="00C541EA">
        <w:rPr>
          <w:rFonts w:ascii="Arial" w:hAnsi="Arial"/>
        </w:rPr>
        <w:t xml:space="preserve"> is in hoogte en breedte instelbaar (in het midden en 5 – 10 cm links of rechts)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zonder muurbevestigingsset</w:t>
            </w:r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52A37C7D" w:rsidR="000C0EB2" w:rsidRPr="00A75548" w:rsidRDefault="00AB4684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4EBABF6" wp14:editId="4030F36E">
                  <wp:extent cx="93281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8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2C557B8A" w:rsidR="000C0EB2" w:rsidRPr="00A75548" w:rsidRDefault="00AB4684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671249D" wp14:editId="1D967FD1">
                  <wp:extent cx="143700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0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18AF5573" w:rsidR="000C0EB2" w:rsidRPr="00A75548" w:rsidRDefault="00AB4684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96DD666" wp14:editId="25C6D4AF">
                  <wp:extent cx="110680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8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9791275" w14:textId="1D07E2B3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(dikte)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2DB24B20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4A56B0">
      <w:rPr>
        <w:rFonts w:ascii="Arial" w:hAnsi="Arial"/>
        <w:b/>
      </w:rPr>
      <w:t>Duofix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62419824" w:rsidR="007C7FFA" w:rsidRPr="00B64DD5" w:rsidRDefault="004A56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opbouwdrukknop, </w:t>
    </w:r>
    <w:r w:rsidR="00626F55">
      <w:rPr>
        <w:rFonts w:ascii="Arial" w:hAnsi="Arial"/>
        <w:b/>
      </w:rPr>
      <w:t xml:space="preserve">voor </w:t>
    </w:r>
    <w:r>
      <w:rPr>
        <w:rFonts w:ascii="Arial" w:hAnsi="Arial"/>
        <w:b/>
      </w:rPr>
      <w:t>sturing onder of</w:t>
    </w:r>
    <w:r>
      <w:rPr>
        <w:rFonts w:ascii="Arial" w:hAnsi="Arial"/>
        <w:b/>
      </w:rPr>
      <w:br/>
    </w:r>
    <w:r w:rsidR="00626F55">
      <w:rPr>
        <w:rFonts w:ascii="Arial" w:hAnsi="Arial"/>
        <w:b/>
      </w:rPr>
      <w:t xml:space="preserve">achter </w:t>
    </w:r>
    <w:r>
      <w:rPr>
        <w:rFonts w:ascii="Arial" w:hAnsi="Arial"/>
        <w:b/>
      </w:rPr>
      <w:t>het urinoir</w:t>
    </w:r>
    <w:r w:rsidR="009A6132">
      <w:rPr>
        <w:rFonts w:ascii="Arial" w:hAnsi="Arial"/>
        <w:b/>
      </w:rPr>
      <w:t>, 111.</w:t>
    </w:r>
    <w:r>
      <w:rPr>
        <w:rFonts w:ascii="Arial" w:hAnsi="Arial"/>
        <w:b/>
      </w:rPr>
      <w:t>686</w:t>
    </w:r>
    <w:r w:rsidR="009A6132">
      <w:rPr>
        <w:rFonts w:ascii="Arial" w:hAnsi="Arial"/>
        <w:b/>
      </w:rPr>
      <w:t>.00.</w:t>
    </w:r>
    <w:r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A611F14-B72F-4635-AC3F-515775A5E321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102</TotalTime>
  <Pages>2</Pages>
  <Words>443</Words>
  <Characters>2414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23</cp:revision>
  <cp:lastPrinted>2011-12-15T11:32:00Z</cp:lastPrinted>
  <dcterms:created xsi:type="dcterms:W3CDTF">2023-12-04T15:05:00Z</dcterms:created>
  <dcterms:modified xsi:type="dcterms:W3CDTF">2023-12-05T15:28:00Z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